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393BED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 xml:space="preserve">Math </w:t>
      </w:r>
      <w:r w:rsidR="00A61DF1">
        <w:rPr>
          <w:rFonts w:ascii="Times New Roman" w:hAnsi="Times New Roman"/>
          <w:b/>
        </w:rPr>
        <w:t>Lesson Plan</w:t>
      </w:r>
    </w:p>
    <w:p w:rsidR="00A61DF1" w:rsidRDefault="002757B8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Unit 1 – Date: September 7</w:t>
      </w:r>
      <w:r w:rsidR="00393BED" w:rsidRPr="00393BED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and 10</w:t>
      </w:r>
      <w:r w:rsidR="00393BED" w:rsidRPr="00393BED">
        <w:rPr>
          <w:rFonts w:ascii="Times New Roman" w:hAnsi="Times New Roman"/>
          <w:b/>
          <w:vertAlign w:val="superscript"/>
        </w:rPr>
        <w:t>th</w:t>
      </w:r>
      <w:r w:rsidR="00393BED">
        <w:rPr>
          <w:rFonts w:ascii="Times New Roman" w:hAnsi="Times New Roman"/>
          <w:b/>
        </w:rPr>
        <w:t xml:space="preserve"> </w:t>
      </w:r>
    </w:p>
    <w:p w:rsidR="00A61DF1" w:rsidRDefault="00A61DF1" w:rsidP="00A61DF1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B4664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4664B" w:rsidRPr="005841A6" w:rsidRDefault="00B4664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5018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can we generate equivalent expressions?</w:t>
            </w:r>
          </w:p>
          <w:p w:rsidR="00B4664B" w:rsidRPr="00F53206" w:rsidRDefault="00B4664B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How are variables used in mathematics?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Common Core Standard: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F3AAB" w:rsidRPr="00F53206" w:rsidRDefault="000031C2" w:rsidP="0009562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sz w:val="24"/>
                <w:szCs w:val="24"/>
              </w:rPr>
              <w:t>6.EE.2b</w:t>
            </w:r>
          </w:p>
        </w:tc>
      </w:tr>
      <w:tr w:rsidR="005F3AAB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3AAB" w:rsidRPr="005841A6" w:rsidRDefault="005F3AAB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Bloom’s/ DOK 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8EE" w:rsidRDefault="00CE58EE" w:rsidP="00CE58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Day One: </w:t>
            </w:r>
            <w:r w:rsidR="000031C2" w:rsidRPr="000031C2">
              <w:rPr>
                <w:rFonts w:asciiTheme="minorHAnsi" w:hAnsiTheme="minorHAnsi" w:cstheme="minorHAnsi"/>
                <w:sz w:val="24"/>
                <w:szCs w:val="24"/>
              </w:rPr>
              <w:t>Identify (Remember-1)(DOK1)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CE58EE" w:rsidRPr="00F53206" w:rsidRDefault="00CE58EE" w:rsidP="00CE58E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Day Two: </w:t>
            </w:r>
            <w:r w:rsidRPr="00F53206">
              <w:rPr>
                <w:rFonts w:cstheme="minorHAnsi"/>
                <w:sz w:val="24"/>
                <w:szCs w:val="24"/>
              </w:rPr>
              <w:t>View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53206">
              <w:rPr>
                <w:rFonts w:cstheme="minorHAnsi"/>
                <w:sz w:val="24"/>
                <w:szCs w:val="24"/>
              </w:rPr>
              <w:t>(Understand-2)</w:t>
            </w:r>
            <w:r w:rsidRPr="00F53206">
              <w:rPr>
                <w:rFonts w:asciiTheme="minorHAnsi" w:hAnsiTheme="minorHAnsi" w:cstheme="minorHAnsi"/>
                <w:bCs/>
                <w:sz w:val="24"/>
                <w:szCs w:val="24"/>
              </w:rPr>
              <w:t>(DOK1)</w:t>
            </w:r>
          </w:p>
        </w:tc>
      </w:tr>
      <w:tr w:rsidR="00095627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095627" w:rsidRPr="00ED129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31C2" w:rsidRDefault="000031C2" w:rsidP="000031C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2" w:hanging="180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identify the parts of an algebraic expression by using correct mathematical terms.</w:t>
            </w:r>
          </w:p>
          <w:p w:rsidR="000031C2" w:rsidRPr="00F53206" w:rsidRDefault="000031C2" w:rsidP="000031C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2" w:hanging="180"/>
              <w:rPr>
                <w:rFonts w:cstheme="minorHAnsi"/>
                <w:bCs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describe an expression in multiple ways.</w:t>
            </w:r>
          </w:p>
          <w:p w:rsidR="000031C2" w:rsidRPr="00F53206" w:rsidRDefault="000031C2" w:rsidP="000031C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2" w:hanging="180"/>
              <w:rPr>
                <w:rFonts w:cstheme="minorHAnsi"/>
                <w:bCs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identify factors.</w:t>
            </w:r>
          </w:p>
          <w:p w:rsidR="00095627" w:rsidRPr="00393BED" w:rsidRDefault="000031C2" w:rsidP="002317D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252" w:hanging="180"/>
              <w:rPr>
                <w:rFonts w:cstheme="minorHAnsi"/>
                <w:sz w:val="24"/>
                <w:szCs w:val="24"/>
              </w:rPr>
            </w:pPr>
            <w:r w:rsidRPr="00F53206">
              <w:rPr>
                <w:rFonts w:cstheme="minorHAnsi"/>
                <w:sz w:val="24"/>
                <w:szCs w:val="24"/>
              </w:rPr>
              <w:t>I can recognize an expression as both a single value and as two or more terms on which an operation is performed.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CE58EE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Terms, coefficient, factor, </w:t>
            </w:r>
            <w:r w:rsidR="007D3A72">
              <w:rPr>
                <w:rFonts w:ascii="Times New Roman" w:hAnsi="Times New Roman"/>
                <w:b/>
                <w:sz w:val="20"/>
                <w:szCs w:val="20"/>
              </w:rPr>
              <w:t xml:space="preserve">variable, constant, </w:t>
            </w:r>
          </w:p>
          <w:p w:rsidR="00CE58EE" w:rsidRPr="00393BED" w:rsidRDefault="00CE58EE" w:rsidP="00393BE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Sum, product, quotient, difference, addend, multiplicand, multiplier, subtrahend minuend, dividend, divisor. </w:t>
            </w:r>
          </w:p>
        </w:tc>
      </w:tr>
      <w:tr w:rsidR="00095627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5841A6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317DA" w:rsidRPr="00F53206" w:rsidRDefault="002317DA" w:rsidP="002317DA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5320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On Core Lessons:3-3</w:t>
            </w:r>
            <w:r w:rsidR="00902F4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pg. 67</w:t>
            </w:r>
          </w:p>
          <w:p w:rsidR="00DD2844" w:rsidRPr="005841A6" w:rsidRDefault="00DD2844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7DA" w:rsidRDefault="002317DA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Four poster boards labeled with +, -, x, ÷</w:t>
            </w:r>
          </w:p>
          <w:p w:rsidR="002317DA" w:rsidRDefault="002317DA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Baggie with vocab with </w:t>
            </w:r>
            <w:r w:rsidR="007D3A72">
              <w:rPr>
                <w:rFonts w:ascii="Times New Roman" w:hAnsi="Times New Roman"/>
                <w:b/>
                <w:sz w:val="20"/>
                <w:szCs w:val="20"/>
              </w:rPr>
              <w:t>On Core pg. 64</w:t>
            </w:r>
          </w:p>
          <w:p w:rsidR="002317DA" w:rsidRDefault="002317DA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Glue</w:t>
            </w:r>
          </w:p>
          <w:p w:rsidR="002317DA" w:rsidRDefault="002317DA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scissors</w:t>
            </w:r>
          </w:p>
          <w:p w:rsidR="00095627" w:rsidRDefault="002317DA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Print out of terms for expressions </w:t>
            </w:r>
          </w:p>
          <w:p w:rsidR="00902F4C" w:rsidRPr="005841A6" w:rsidRDefault="00902F4C" w:rsidP="0091357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Sticky Notes</w:t>
            </w:r>
          </w:p>
        </w:tc>
      </w:tr>
      <w:tr w:rsidR="00095627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D85633" w:rsidRDefault="00095627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095627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5627" w:rsidRPr="00864684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095627" w:rsidRPr="00864684" w:rsidRDefault="00095627" w:rsidP="00A2760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864684">
              <w:rPr>
                <w:rFonts w:ascii="Times New Roman" w:hAnsi="Times New Roman"/>
                <w:sz w:val="18"/>
                <w:szCs w:val="18"/>
              </w:rPr>
              <w:t>2.  Reason abstractly and quantitatively.</w:t>
            </w:r>
          </w:p>
          <w:p w:rsidR="00095627" w:rsidRPr="00A27609" w:rsidRDefault="00095627" w:rsidP="00016D79">
            <w:pPr>
              <w:pStyle w:val="ListParagraph"/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5627" w:rsidRPr="00A27609" w:rsidRDefault="00095627" w:rsidP="00A27609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A27609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095627" w:rsidRPr="00016D79" w:rsidRDefault="00095627" w:rsidP="00016D79">
            <w:pPr>
              <w:spacing w:after="0"/>
              <w:ind w:left="36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Bell</w:t>
            </w:r>
            <w:r w:rsidR="0073026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ringer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Pr="005841A6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Overhead, go over homework. 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026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4g </w:t>
            </w:r>
          </w:p>
          <w:p w:rsidR="007D3A7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n/7 </w:t>
            </w:r>
          </w:p>
          <w:p w:rsidR="007D3A7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4g+3</w:t>
            </w:r>
          </w:p>
          <w:p w:rsidR="007D3A72" w:rsidRPr="005841A6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Do you know any parts, do you know what this means? We will discuss these today. </w:t>
            </w:r>
          </w:p>
        </w:tc>
      </w:tr>
      <w:tr w:rsidR="00095627" w:rsidRPr="005841A6" w:rsidTr="007D3A72">
        <w:trPr>
          <w:trHeight w:val="152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02F4C" w:rsidRPr="00902F4C" w:rsidRDefault="00902F4C" w:rsidP="002317DA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02F4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Day One: </w:t>
            </w:r>
          </w:p>
          <w:p w:rsidR="00902F4C" w:rsidRDefault="00902F4C" w:rsidP="002317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17DA" w:rsidRDefault="002317DA" w:rsidP="002317D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Four Corner Collaboration!</w:t>
            </w:r>
            <w:proofErr w:type="gramEnd"/>
          </w:p>
          <w:p w:rsidR="002317DA" w:rsidRDefault="002317DA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Make four posters with expression type problems. </w:t>
            </w:r>
          </w:p>
          <w:p w:rsidR="002317DA" w:rsidRDefault="002317DA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cut and paste their terms by the correct. </w:t>
            </w:r>
            <w:r w:rsidR="00902F4C">
              <w:rPr>
                <w:rFonts w:ascii="Times New Roman" w:hAnsi="Times New Roman"/>
                <w:b/>
                <w:sz w:val="20"/>
                <w:szCs w:val="20"/>
              </w:rPr>
              <w:t xml:space="preserve">They discover by looking up terms in the math book. </w:t>
            </w:r>
          </w:p>
          <w:p w:rsidR="002317DA" w:rsidRDefault="002317DA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Label the number of each problem with correct. </w:t>
            </w:r>
            <w:r w:rsidR="00EB306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2317DA" w:rsidRDefault="002317DA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Check then they paste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2317DA" w:rsidRDefault="002317DA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02F4C" w:rsidRDefault="00902F4C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Check with presentations, students take notes. </w:t>
            </w:r>
          </w:p>
          <w:p w:rsidR="007D3A72" w:rsidRDefault="007D3A72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A72" w:rsidRPr="007D3A72" w:rsidRDefault="007D3A72" w:rsidP="00EB3068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D3A72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Day Two: </w:t>
            </w:r>
          </w:p>
          <w:p w:rsidR="00902F4C" w:rsidRDefault="00902F4C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A72" w:rsidRDefault="007D3A72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On Core 3-3 work through 67 together. </w:t>
            </w:r>
          </w:p>
          <w:p w:rsidR="007D3A72" w:rsidRDefault="007D3A72" w:rsidP="00EB306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317DA" w:rsidRPr="00EB3068" w:rsidRDefault="007D3A72" w:rsidP="007D3A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do explore activity pg. 67 using sticky notes and index cards. 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Summarizing Strategy</w:t>
            </w:r>
          </w:p>
          <w:p w:rsidR="00095627" w:rsidRPr="00286063" w:rsidRDefault="00095627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D3A72" w:rsidRDefault="007D3A72" w:rsidP="007D3A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A72" w:rsidRDefault="007D3A72" w:rsidP="007D3A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Task Two</w:t>
            </w:r>
          </w:p>
          <w:p w:rsidR="00EB3068" w:rsidRPr="005841A6" w:rsidRDefault="00EB3068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91357B">
        <w:trPr>
          <w:trHeight w:val="242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095627" w:rsidRPr="00864684" w:rsidRDefault="00095627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902F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Teacher observation, students are successful in small groups and re-teach immediately as needed. </w:t>
            </w:r>
          </w:p>
          <w:p w:rsidR="007D3A7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A7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Day Two: </w:t>
            </w:r>
          </w:p>
          <w:p w:rsidR="007D3A7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A72" w:rsidRPr="005841A6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complete pg. 68 On Core correctly answering 3 out of 4 problems.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068" w:rsidRDefault="00902F4C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Students copy four problems and label the parts of each problem. </w:t>
            </w:r>
          </w:p>
          <w:p w:rsidR="007D3A7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A7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Study vocabulary</w:t>
            </w:r>
          </w:p>
          <w:p w:rsidR="007D3A7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A72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3A72" w:rsidRPr="005841A6" w:rsidRDefault="007D3A72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95627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5627" w:rsidRPr="005841A6" w:rsidRDefault="00DD28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Re-teaching Plan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95627" w:rsidRDefault="0009562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B3068" w:rsidRDefault="00A610B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Terminology worksheet. </w:t>
            </w:r>
          </w:p>
          <w:p w:rsidR="00A610B7" w:rsidRPr="005841A6" w:rsidRDefault="00A610B7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Make note cards for study. </w:t>
            </w:r>
          </w:p>
        </w:tc>
      </w:tr>
    </w:tbl>
    <w:p w:rsidR="00927757" w:rsidRDefault="00D40E76"/>
    <w:sectPr w:rsidR="00927757" w:rsidSect="00A61DF1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235" w:rsidRDefault="00FE6235" w:rsidP="00A61DF1">
      <w:pPr>
        <w:spacing w:after="0" w:line="240" w:lineRule="auto"/>
      </w:pPr>
      <w:r>
        <w:separator/>
      </w:r>
    </w:p>
  </w:endnote>
  <w:endnote w:type="continuationSeparator" w:id="0">
    <w:p w:rsidR="00FE6235" w:rsidRDefault="00FE6235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235" w:rsidRDefault="00FE6235" w:rsidP="00A61DF1">
      <w:pPr>
        <w:spacing w:after="0" w:line="240" w:lineRule="auto"/>
      </w:pPr>
      <w:r>
        <w:separator/>
      </w:r>
    </w:p>
  </w:footnote>
  <w:footnote w:type="continuationSeparator" w:id="0">
    <w:p w:rsidR="00FE6235" w:rsidRDefault="00FE6235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C310CF" w:rsidP="00C310CF">
    <w:pPr>
      <w:pStyle w:val="Header"/>
      <w:tabs>
        <w:tab w:val="clear" w:pos="9360"/>
        <w:tab w:val="right" w:pos="10260"/>
      </w:tabs>
    </w:pPr>
    <w:r>
      <w:t>[School Name]</w:t>
    </w:r>
    <w:r w:rsidR="00A61DF1">
      <w:t xml:space="preserve"> 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>
      <w:t xml:space="preserve">Period/Block: </w:t>
    </w:r>
    <w:r w:rsidR="00A61DF1">
      <w:t xml:space="preserve"> 1   2   3   4</w:t>
    </w:r>
    <w:r>
      <w:t xml:space="preserve">   5   6</w:t>
    </w:r>
    <w:r w:rsidR="00A61DF1"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542C"/>
    <w:multiLevelType w:val="hybridMultilevel"/>
    <w:tmpl w:val="5CC2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3547D"/>
    <w:multiLevelType w:val="hybridMultilevel"/>
    <w:tmpl w:val="F47024C8"/>
    <w:lvl w:ilvl="0" w:tplc="0409000D">
      <w:start w:val="1"/>
      <w:numFmt w:val="bullet"/>
      <w:lvlText w:val=""/>
      <w:lvlJc w:val="left"/>
      <w:pPr>
        <w:ind w:left="83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">
    <w:nsid w:val="1C2577E3"/>
    <w:multiLevelType w:val="hybridMultilevel"/>
    <w:tmpl w:val="52BECA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A754D6"/>
    <w:multiLevelType w:val="hybridMultilevel"/>
    <w:tmpl w:val="44A617E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23720551"/>
    <w:multiLevelType w:val="hybridMultilevel"/>
    <w:tmpl w:val="5FE2F1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555F4"/>
    <w:multiLevelType w:val="hybridMultilevel"/>
    <w:tmpl w:val="9A88D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4445BC"/>
    <w:multiLevelType w:val="hybridMultilevel"/>
    <w:tmpl w:val="357E75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094B31"/>
    <w:multiLevelType w:val="hybridMultilevel"/>
    <w:tmpl w:val="6BC86C2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46E"/>
    <w:rsid w:val="000031C2"/>
    <w:rsid w:val="00016D79"/>
    <w:rsid w:val="00054DE7"/>
    <w:rsid w:val="00095627"/>
    <w:rsid w:val="00134459"/>
    <w:rsid w:val="001F15CB"/>
    <w:rsid w:val="001F446E"/>
    <w:rsid w:val="002317DA"/>
    <w:rsid w:val="002757B8"/>
    <w:rsid w:val="003647A9"/>
    <w:rsid w:val="00393BED"/>
    <w:rsid w:val="00445DAD"/>
    <w:rsid w:val="00467FBA"/>
    <w:rsid w:val="004D3530"/>
    <w:rsid w:val="005F3AAB"/>
    <w:rsid w:val="00602BD0"/>
    <w:rsid w:val="006310C8"/>
    <w:rsid w:val="006910A5"/>
    <w:rsid w:val="00712E98"/>
    <w:rsid w:val="00730262"/>
    <w:rsid w:val="007D3A72"/>
    <w:rsid w:val="0085056E"/>
    <w:rsid w:val="0085472F"/>
    <w:rsid w:val="00897E04"/>
    <w:rsid w:val="00902F4C"/>
    <w:rsid w:val="0091357B"/>
    <w:rsid w:val="0091416D"/>
    <w:rsid w:val="00995AF7"/>
    <w:rsid w:val="009A4C2E"/>
    <w:rsid w:val="00A27609"/>
    <w:rsid w:val="00A345B9"/>
    <w:rsid w:val="00A610B7"/>
    <w:rsid w:val="00A61DF1"/>
    <w:rsid w:val="00B4664B"/>
    <w:rsid w:val="00B53436"/>
    <w:rsid w:val="00BE73E4"/>
    <w:rsid w:val="00C23428"/>
    <w:rsid w:val="00C310CF"/>
    <w:rsid w:val="00C962C3"/>
    <w:rsid w:val="00CE58EE"/>
    <w:rsid w:val="00D40E76"/>
    <w:rsid w:val="00D76754"/>
    <w:rsid w:val="00DD2844"/>
    <w:rsid w:val="00E021FF"/>
    <w:rsid w:val="00E24A5B"/>
    <w:rsid w:val="00E349DC"/>
    <w:rsid w:val="00E80BDA"/>
    <w:rsid w:val="00EB3068"/>
    <w:rsid w:val="00F102C1"/>
    <w:rsid w:val="00F65018"/>
    <w:rsid w:val="00FE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EB30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B3068"/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EB30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rling\Documents\Common%20Core%20Lessons%202012-2013\Common_Core_Lesson_Plan_Template_-_Gener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Common_Core_Lesson_Plan_Template_-_Generic.dotx</Template>
  <TotalTime>0</TotalTime>
  <Pages>2</Pages>
  <Words>334</Words>
  <Characters>1909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Sterling</dc:creator>
  <cp:lastModifiedBy>Phillips, Elizabeth</cp:lastModifiedBy>
  <cp:revision>2</cp:revision>
  <dcterms:created xsi:type="dcterms:W3CDTF">2012-07-26T17:08:00Z</dcterms:created>
  <dcterms:modified xsi:type="dcterms:W3CDTF">2012-07-26T17:08:00Z</dcterms:modified>
</cp:coreProperties>
</file>